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8C0" w:rsidRPr="00C86988" w:rsidRDefault="0040184C" w:rsidP="0040184C">
      <w:pPr>
        <w:jc w:val="center"/>
        <w:rPr>
          <w:rFonts w:ascii="Bell MT" w:hAnsi="Bell MT"/>
          <w:sz w:val="32"/>
          <w:szCs w:val="32"/>
        </w:rPr>
      </w:pPr>
      <w:r w:rsidRPr="00C86988">
        <w:rPr>
          <w:rFonts w:ascii="Bell MT" w:hAnsi="Bell MT"/>
          <w:b/>
          <w:sz w:val="32"/>
          <w:szCs w:val="32"/>
          <w:u w:val="single"/>
        </w:rPr>
        <w:t>Hugo and the Centaur</w:t>
      </w:r>
    </w:p>
    <w:p w:rsidR="0040184C" w:rsidRPr="00C86988" w:rsidRDefault="0040184C" w:rsidP="0040184C">
      <w:pPr>
        <w:rPr>
          <w:rFonts w:ascii="Bell MT" w:hAnsi="Bell MT"/>
          <w:sz w:val="24"/>
          <w:szCs w:val="24"/>
        </w:rPr>
      </w:pPr>
      <w:r w:rsidRPr="00C86988">
        <w:rPr>
          <w:rFonts w:ascii="Bell MT" w:hAnsi="Bell MT"/>
          <w:sz w:val="24"/>
          <w:szCs w:val="24"/>
        </w:rPr>
        <w:t>In Ancient Athens many years ago destitute people did not get any food granted to them. King Olos ruled Athens back then but he would only give food to the affluent. Many of the destitute fell ill and the only cure was in a castle in Crete and was guarded by a Centaur (Half horse half human). If any dares to advance into the castle the ferocious Centaur would unleash with its sword.</w:t>
      </w:r>
    </w:p>
    <w:p w:rsidR="00335C6A" w:rsidRPr="00C86988" w:rsidRDefault="0040184C" w:rsidP="0040184C">
      <w:pPr>
        <w:rPr>
          <w:rFonts w:ascii="Bell MT" w:hAnsi="Bell MT"/>
          <w:sz w:val="24"/>
          <w:szCs w:val="24"/>
        </w:rPr>
      </w:pPr>
      <w:r w:rsidRPr="00C86988">
        <w:rPr>
          <w:rFonts w:ascii="Bell MT" w:hAnsi="Bell MT"/>
          <w:sz w:val="24"/>
          <w:szCs w:val="24"/>
        </w:rPr>
        <w:t xml:space="preserve">One of the destitute families in Athens was Hugo Verry’s family. They would never get any from King Olos. Therefore they had to produce their own food and discover their own water. Hugo had torn clothes, had one pair of pants and one T-Shirt. Hugo was very </w:t>
      </w:r>
      <w:r w:rsidR="00C86988" w:rsidRPr="00C86988">
        <w:rPr>
          <w:rFonts w:ascii="Bell MT" w:hAnsi="Bell MT"/>
          <w:sz w:val="24"/>
          <w:szCs w:val="24"/>
        </w:rPr>
        <w:t xml:space="preserve">nice </w:t>
      </w:r>
      <w:r w:rsidRPr="00C86988">
        <w:rPr>
          <w:rFonts w:ascii="Bell MT" w:hAnsi="Bell MT"/>
          <w:sz w:val="24"/>
          <w:szCs w:val="24"/>
        </w:rPr>
        <w:t>and put others ahead of himself.</w:t>
      </w:r>
      <w:r w:rsidR="00335C6A" w:rsidRPr="00C86988">
        <w:rPr>
          <w:rFonts w:ascii="Bell MT" w:hAnsi="Bell MT"/>
          <w:sz w:val="24"/>
          <w:szCs w:val="24"/>
        </w:rPr>
        <w:t xml:space="preserve"> If Hugo had food but others didn’t he would give his food to the people who didn’t have </w:t>
      </w:r>
      <w:proofErr w:type="gramStart"/>
      <w:r w:rsidR="008758C0" w:rsidRPr="00C86988">
        <w:rPr>
          <w:rFonts w:ascii="Bell MT" w:hAnsi="Bell MT"/>
          <w:sz w:val="24"/>
          <w:szCs w:val="24"/>
        </w:rPr>
        <w:t>food.</w:t>
      </w:r>
      <w:proofErr w:type="gramEnd"/>
      <w:r w:rsidR="00335C6A" w:rsidRPr="00C86988">
        <w:rPr>
          <w:rFonts w:ascii="Bell MT" w:hAnsi="Bell MT"/>
          <w:sz w:val="24"/>
          <w:szCs w:val="24"/>
        </w:rPr>
        <w:t xml:space="preserve"> Hugo was very powerful and had great combat skills. He had a suit of armour including a sword and a metal helmet. He was tall and lanky. His grandfather was Zeus the god of lightning and air giving Hugo absurd powers. Hugo is only 16 years old. Hugo’s family were very </w:t>
      </w:r>
      <w:r w:rsidR="00DC44F1" w:rsidRPr="00C86988">
        <w:rPr>
          <w:rFonts w:ascii="Bell MT" w:hAnsi="Bell MT"/>
          <w:sz w:val="24"/>
          <w:szCs w:val="24"/>
        </w:rPr>
        <w:t>ravenous</w:t>
      </w:r>
      <w:r w:rsidR="00335C6A" w:rsidRPr="00C86988">
        <w:rPr>
          <w:rFonts w:ascii="Bell MT" w:hAnsi="Bell MT"/>
          <w:sz w:val="24"/>
          <w:szCs w:val="24"/>
        </w:rPr>
        <w:t xml:space="preserve"> and thirsty.</w:t>
      </w:r>
    </w:p>
    <w:p w:rsidR="00936405" w:rsidRPr="00C86988" w:rsidRDefault="00335C6A" w:rsidP="0040184C">
      <w:pPr>
        <w:rPr>
          <w:rFonts w:ascii="Bell MT" w:hAnsi="Bell MT"/>
          <w:sz w:val="24"/>
          <w:szCs w:val="24"/>
        </w:rPr>
      </w:pPr>
      <w:r w:rsidRPr="00C86988">
        <w:rPr>
          <w:rFonts w:ascii="Bell MT" w:hAnsi="Bell MT"/>
          <w:sz w:val="24"/>
          <w:szCs w:val="24"/>
        </w:rPr>
        <w:t xml:space="preserve">One day Hugo’s father became ill. Sadly it was </w:t>
      </w:r>
      <w:r w:rsidR="00DC44F1" w:rsidRPr="00C86988">
        <w:rPr>
          <w:rFonts w:ascii="Bell MT" w:hAnsi="Bell MT"/>
          <w:sz w:val="24"/>
          <w:szCs w:val="24"/>
        </w:rPr>
        <w:t>doubtful</w:t>
      </w:r>
      <w:r w:rsidRPr="00C86988">
        <w:rPr>
          <w:rFonts w:ascii="Bell MT" w:hAnsi="Bell MT"/>
          <w:sz w:val="24"/>
          <w:szCs w:val="24"/>
        </w:rPr>
        <w:t xml:space="preserve"> he would last. Hugo was very disheartened but he </w:t>
      </w:r>
      <w:r w:rsidR="00875751" w:rsidRPr="00C86988">
        <w:rPr>
          <w:rFonts w:ascii="Bell MT" w:hAnsi="Bell MT"/>
          <w:sz w:val="24"/>
          <w:szCs w:val="24"/>
        </w:rPr>
        <w:t xml:space="preserve">knew there was one way to save his father. He had to sail to Crete and find the castle, </w:t>
      </w:r>
      <w:r w:rsidR="00DC44F1" w:rsidRPr="00C86988">
        <w:rPr>
          <w:rFonts w:ascii="Bell MT" w:hAnsi="Bell MT"/>
          <w:sz w:val="24"/>
          <w:szCs w:val="24"/>
        </w:rPr>
        <w:t>slay</w:t>
      </w:r>
      <w:r w:rsidR="00875751" w:rsidRPr="00C86988">
        <w:rPr>
          <w:rFonts w:ascii="Bell MT" w:hAnsi="Bell MT"/>
          <w:sz w:val="24"/>
          <w:szCs w:val="24"/>
        </w:rPr>
        <w:t xml:space="preserve"> the Centaur and find the potion. He knew his parents wouldn’t agree so he snuck out one night. He was very quiet while doing so. He stole a sailing boat and headed out to sea. It took him along time to get to Crete but once </w:t>
      </w:r>
      <w:r w:rsidR="008758C0" w:rsidRPr="00C86988">
        <w:rPr>
          <w:rFonts w:ascii="Bell MT" w:hAnsi="Bell MT"/>
          <w:sz w:val="24"/>
          <w:szCs w:val="24"/>
        </w:rPr>
        <w:t>he got there he found some food and water. He searched around the island looking for the castle. He found the castle on the other side of the island. The castle was vast. Hugo had to climb up hundreds of steps before he reached the colossal Centaur. Once he reached the Centaur he pulled out his sword.</w:t>
      </w:r>
      <w:r w:rsidR="0076101F" w:rsidRPr="00C86988">
        <w:rPr>
          <w:rFonts w:ascii="Bell MT" w:hAnsi="Bell MT"/>
          <w:sz w:val="24"/>
          <w:szCs w:val="24"/>
        </w:rPr>
        <w:t xml:space="preserve"> He knew he would need all of his fighting skills against the Centaur. The Centaur was huge even </w:t>
      </w:r>
      <w:r w:rsidR="00DC44F1" w:rsidRPr="00C86988">
        <w:rPr>
          <w:rFonts w:ascii="Bell MT" w:hAnsi="Bell MT"/>
          <w:sz w:val="24"/>
          <w:szCs w:val="24"/>
        </w:rPr>
        <w:t>larger</w:t>
      </w:r>
      <w:r w:rsidR="0076101F" w:rsidRPr="00C86988">
        <w:rPr>
          <w:rFonts w:ascii="Bell MT" w:hAnsi="Bell MT"/>
          <w:sz w:val="24"/>
          <w:szCs w:val="24"/>
        </w:rPr>
        <w:t xml:space="preserve"> then Hugo</w:t>
      </w:r>
      <w:r w:rsidR="006B0724" w:rsidRPr="00C86988">
        <w:rPr>
          <w:rFonts w:ascii="Bell MT" w:hAnsi="Bell MT"/>
          <w:sz w:val="24"/>
          <w:szCs w:val="24"/>
        </w:rPr>
        <w:t xml:space="preserve">. Hugo hit the bow and arrow out of the Centaurs hand but released his sword. Hugo got the bow and arrow but the Centaur got the sword. Somehow they had substituted weapons. Hugo only had two arrows left so he knew he had to use them </w:t>
      </w:r>
      <w:r w:rsidR="00DC44F1" w:rsidRPr="00C86988">
        <w:rPr>
          <w:rFonts w:ascii="Bell MT" w:hAnsi="Bell MT"/>
          <w:sz w:val="24"/>
          <w:szCs w:val="24"/>
        </w:rPr>
        <w:t>astutely</w:t>
      </w:r>
      <w:r w:rsidR="006B0724" w:rsidRPr="00C86988">
        <w:rPr>
          <w:rFonts w:ascii="Bell MT" w:hAnsi="Bell MT"/>
          <w:sz w:val="24"/>
          <w:szCs w:val="24"/>
        </w:rPr>
        <w:t xml:space="preserve">. With his first arrow he </w:t>
      </w:r>
      <w:r w:rsidR="00C86988" w:rsidRPr="00C86988">
        <w:rPr>
          <w:rFonts w:ascii="Bell MT" w:hAnsi="Bell MT"/>
          <w:sz w:val="24"/>
          <w:szCs w:val="24"/>
        </w:rPr>
        <w:t xml:space="preserve">targeted </w:t>
      </w:r>
      <w:r w:rsidR="006B0724" w:rsidRPr="00C86988">
        <w:rPr>
          <w:rFonts w:ascii="Bell MT" w:hAnsi="Bell MT"/>
          <w:sz w:val="24"/>
          <w:szCs w:val="24"/>
        </w:rPr>
        <w:t xml:space="preserve">the Centaurs heart but the Centaur deflected it back and Hugo just managed to dodge it. With the next shot Hugo hit him right in the eye. The Centaur fell to the ground and Hugo ran to the room with the potion in it. He </w:t>
      </w:r>
      <w:r w:rsidR="00DC44F1" w:rsidRPr="00C86988">
        <w:rPr>
          <w:rFonts w:ascii="Bell MT" w:hAnsi="Bell MT"/>
          <w:sz w:val="24"/>
          <w:szCs w:val="24"/>
        </w:rPr>
        <w:t>seized</w:t>
      </w:r>
      <w:r w:rsidR="006B0724" w:rsidRPr="00C86988">
        <w:rPr>
          <w:rFonts w:ascii="Bell MT" w:hAnsi="Bell MT"/>
          <w:sz w:val="24"/>
          <w:szCs w:val="24"/>
        </w:rPr>
        <w:t xml:space="preserve"> the potion and ran out of the castle. He got in the boat and </w:t>
      </w:r>
      <w:r w:rsidR="00C86988" w:rsidRPr="00C86988">
        <w:rPr>
          <w:rFonts w:ascii="Bell MT" w:hAnsi="Bell MT"/>
          <w:sz w:val="24"/>
          <w:szCs w:val="24"/>
        </w:rPr>
        <w:t>navigated</w:t>
      </w:r>
      <w:r w:rsidR="006B0724" w:rsidRPr="00C86988">
        <w:rPr>
          <w:rFonts w:ascii="Bell MT" w:hAnsi="Bell MT"/>
          <w:sz w:val="24"/>
          <w:szCs w:val="24"/>
        </w:rPr>
        <w:t xml:space="preserve"> back to Athens. He ran home and gave the potion to his father and his father </w:t>
      </w:r>
      <w:r w:rsidR="00C86988" w:rsidRPr="00C86988">
        <w:rPr>
          <w:rFonts w:ascii="Bell MT" w:hAnsi="Bell MT"/>
          <w:sz w:val="24"/>
          <w:szCs w:val="24"/>
        </w:rPr>
        <w:t>imbibed</w:t>
      </w:r>
      <w:r w:rsidR="006B0724" w:rsidRPr="00C86988">
        <w:rPr>
          <w:rFonts w:ascii="Bell MT" w:hAnsi="Bell MT"/>
          <w:sz w:val="24"/>
          <w:szCs w:val="24"/>
        </w:rPr>
        <w:t xml:space="preserve"> it. As the days went past Hugo’s father </w:t>
      </w:r>
      <w:r w:rsidR="00936405" w:rsidRPr="00C86988">
        <w:rPr>
          <w:rFonts w:ascii="Bell MT" w:hAnsi="Bell MT"/>
          <w:sz w:val="24"/>
          <w:szCs w:val="24"/>
        </w:rPr>
        <w:t xml:space="preserve">got </w:t>
      </w:r>
      <w:r w:rsidR="00C86988" w:rsidRPr="00C86988">
        <w:rPr>
          <w:rFonts w:ascii="Bell MT" w:hAnsi="Bell MT"/>
          <w:sz w:val="24"/>
          <w:szCs w:val="24"/>
        </w:rPr>
        <w:t>improved</w:t>
      </w:r>
      <w:r w:rsidR="00936405" w:rsidRPr="00C86988">
        <w:rPr>
          <w:rFonts w:ascii="Bell MT" w:hAnsi="Bell MT"/>
          <w:sz w:val="24"/>
          <w:szCs w:val="24"/>
        </w:rPr>
        <w:t xml:space="preserve">. Once his father was fully recovered Hugo challenged King Olos to a duel. Hugo had only a sword and no armour. King Olos had armour, a sword, and a bow and arrow. They fought and fought until finally Hugo </w:t>
      </w:r>
      <w:r w:rsidR="00C86988" w:rsidRPr="00C86988">
        <w:rPr>
          <w:rFonts w:ascii="Bell MT" w:hAnsi="Bell MT"/>
          <w:sz w:val="24"/>
          <w:szCs w:val="24"/>
        </w:rPr>
        <w:t>pierced</w:t>
      </w:r>
      <w:r w:rsidR="00936405" w:rsidRPr="00C86988">
        <w:rPr>
          <w:rFonts w:ascii="Bell MT" w:hAnsi="Bell MT"/>
          <w:sz w:val="24"/>
          <w:szCs w:val="24"/>
        </w:rPr>
        <w:t xml:space="preserve"> King Olos in the eye. King Olos fell to the ground.</w:t>
      </w:r>
    </w:p>
    <w:p w:rsidR="00936405" w:rsidRPr="00C86988" w:rsidRDefault="00936405" w:rsidP="00936405">
      <w:pPr>
        <w:rPr>
          <w:rFonts w:ascii="Bell MT" w:hAnsi="Bell MT"/>
          <w:sz w:val="24"/>
          <w:szCs w:val="24"/>
        </w:rPr>
      </w:pPr>
      <w:r w:rsidRPr="00C86988">
        <w:rPr>
          <w:rFonts w:ascii="Bell MT" w:hAnsi="Bell MT"/>
          <w:sz w:val="24"/>
          <w:szCs w:val="24"/>
        </w:rPr>
        <w:t xml:space="preserve">Hugo was crowned King of Athens. From that they </w:t>
      </w:r>
      <w:r w:rsidR="00C86988" w:rsidRPr="00C86988">
        <w:rPr>
          <w:rFonts w:ascii="Bell MT" w:hAnsi="Bell MT"/>
          <w:sz w:val="24"/>
          <w:szCs w:val="24"/>
        </w:rPr>
        <w:t>onward</w:t>
      </w:r>
      <w:r w:rsidRPr="00C86988">
        <w:rPr>
          <w:rFonts w:ascii="Bell MT" w:hAnsi="Bell MT"/>
          <w:sz w:val="24"/>
          <w:szCs w:val="24"/>
        </w:rPr>
        <w:t xml:space="preserve"> King Hugo </w:t>
      </w:r>
      <w:r w:rsidR="00C86988" w:rsidRPr="00C86988">
        <w:rPr>
          <w:rFonts w:ascii="Bell MT" w:hAnsi="Bell MT"/>
          <w:sz w:val="24"/>
          <w:szCs w:val="24"/>
        </w:rPr>
        <w:t>donated</w:t>
      </w:r>
      <w:r w:rsidRPr="00C86988">
        <w:rPr>
          <w:rFonts w:ascii="Bell MT" w:hAnsi="Bell MT"/>
          <w:sz w:val="24"/>
          <w:szCs w:val="24"/>
        </w:rPr>
        <w:t xml:space="preserve"> the poor</w:t>
      </w:r>
      <w:r w:rsidR="00C86988" w:rsidRPr="00C86988">
        <w:rPr>
          <w:rFonts w:ascii="Bell MT" w:hAnsi="Bell MT"/>
          <w:sz w:val="24"/>
          <w:szCs w:val="24"/>
        </w:rPr>
        <w:t>,</w:t>
      </w:r>
      <w:r w:rsidRPr="00C86988">
        <w:rPr>
          <w:rFonts w:ascii="Bell MT" w:hAnsi="Bell MT"/>
          <w:sz w:val="24"/>
          <w:szCs w:val="24"/>
        </w:rPr>
        <w:t xml:space="preserve"> money and the food and water of Athens w</w:t>
      </w:r>
      <w:bookmarkStart w:id="0" w:name="_GoBack"/>
      <w:bookmarkEnd w:id="0"/>
      <w:r w:rsidRPr="00C86988">
        <w:rPr>
          <w:rFonts w:ascii="Bell MT" w:hAnsi="Bell MT"/>
          <w:sz w:val="24"/>
          <w:szCs w:val="24"/>
        </w:rPr>
        <w:t xml:space="preserve">as shared.                                                                                                                                                        </w:t>
      </w:r>
    </w:p>
    <w:p w:rsidR="00936405" w:rsidRPr="00C86988" w:rsidRDefault="00936405" w:rsidP="00936405">
      <w:pPr>
        <w:jc w:val="center"/>
        <w:rPr>
          <w:rFonts w:ascii="Bell MT" w:hAnsi="Bell MT"/>
          <w:sz w:val="24"/>
          <w:szCs w:val="24"/>
        </w:rPr>
      </w:pPr>
      <w:r w:rsidRPr="00C86988">
        <w:rPr>
          <w:rFonts w:ascii="Bell MT" w:hAnsi="Bell MT"/>
          <w:sz w:val="24"/>
          <w:szCs w:val="24"/>
        </w:rPr>
        <w:t>By Hugo</w:t>
      </w:r>
    </w:p>
    <w:p w:rsidR="00936405" w:rsidRDefault="00936405" w:rsidP="0040184C"/>
    <w:p w:rsidR="00936405" w:rsidRDefault="00936405" w:rsidP="0040184C"/>
    <w:p w:rsidR="00936405" w:rsidRDefault="00936405" w:rsidP="0040184C"/>
    <w:p w:rsidR="00936405" w:rsidRDefault="00936405" w:rsidP="0040184C"/>
    <w:p w:rsidR="00936405" w:rsidRDefault="00936405" w:rsidP="0040184C"/>
    <w:p w:rsidR="00936405" w:rsidRDefault="00936405" w:rsidP="0040184C"/>
    <w:p w:rsidR="00335C6A" w:rsidRDefault="00936405" w:rsidP="0040184C">
      <w:r>
        <w:t xml:space="preserve"> </w:t>
      </w:r>
    </w:p>
    <w:sectPr w:rsidR="00335C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84C"/>
    <w:rsid w:val="0016152D"/>
    <w:rsid w:val="00335C6A"/>
    <w:rsid w:val="0040184C"/>
    <w:rsid w:val="004B69CC"/>
    <w:rsid w:val="006B0724"/>
    <w:rsid w:val="0076101F"/>
    <w:rsid w:val="00875751"/>
    <w:rsid w:val="008758C0"/>
    <w:rsid w:val="00936405"/>
    <w:rsid w:val="00C86988"/>
    <w:rsid w:val="00DC44F1"/>
    <w:rsid w:val="00E53F8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F2B34610</Template>
  <TotalTime>73</TotalTime>
  <Pages>2</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6</cp:revision>
  <dcterms:created xsi:type="dcterms:W3CDTF">2011-07-05T01:43:00Z</dcterms:created>
  <dcterms:modified xsi:type="dcterms:W3CDTF">2011-07-13T22:39:00Z</dcterms:modified>
</cp:coreProperties>
</file>